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918" w:rsidRPr="00376F65" w:rsidRDefault="00F00918" w:rsidP="00E33ECC">
      <w:pPr>
        <w:jc w:val="center"/>
        <w:rPr>
          <w:rFonts w:ascii="Arial Narrow" w:hAnsi="Arial Narrow" w:cs="Arial"/>
          <w:b/>
          <w:sz w:val="22"/>
          <w:szCs w:val="22"/>
          <w:lang w:val="es-CO"/>
        </w:rPr>
      </w:pPr>
    </w:p>
    <w:p w:rsidR="00F00918" w:rsidRPr="00376F65" w:rsidRDefault="00F00918" w:rsidP="00E33ECC">
      <w:pPr>
        <w:jc w:val="center"/>
        <w:rPr>
          <w:rFonts w:ascii="Arial Narrow" w:hAnsi="Arial Narrow" w:cs="Arial"/>
          <w:b/>
          <w:sz w:val="22"/>
          <w:szCs w:val="22"/>
          <w:lang w:val="es-CO"/>
        </w:rPr>
      </w:pPr>
    </w:p>
    <w:p w:rsidR="00B34D45" w:rsidRPr="00376F65" w:rsidRDefault="006E33D3" w:rsidP="00B34D45">
      <w:pPr>
        <w:contextualSpacing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376F65">
        <w:rPr>
          <w:rFonts w:ascii="Arial Narrow" w:hAnsi="Arial Narrow" w:cs="Arial Narrow"/>
          <w:b/>
          <w:bCs/>
          <w:sz w:val="22"/>
          <w:szCs w:val="22"/>
        </w:rPr>
        <w:t>A</w:t>
      </w:r>
      <w:r w:rsidR="00B34D45" w:rsidRPr="00376F65">
        <w:rPr>
          <w:rFonts w:ascii="Arial Narrow" w:hAnsi="Arial Narrow" w:cs="Arial Narrow"/>
          <w:b/>
          <w:bCs/>
          <w:sz w:val="22"/>
          <w:szCs w:val="22"/>
        </w:rPr>
        <w:t>NEXO 1</w:t>
      </w:r>
    </w:p>
    <w:p w:rsidR="00B34D45" w:rsidRPr="00376F65" w:rsidRDefault="00B34D45" w:rsidP="00B34D45">
      <w:pPr>
        <w:contextualSpacing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376F65">
        <w:rPr>
          <w:rFonts w:ascii="Arial Narrow" w:hAnsi="Arial Narrow" w:cs="Arial Narrow"/>
          <w:b/>
          <w:bCs/>
          <w:sz w:val="22"/>
          <w:szCs w:val="22"/>
        </w:rPr>
        <w:t>FORMATO DE CUMPLIMIENTO DE REQUISITOS MINIMOS</w:t>
      </w:r>
    </w:p>
    <w:p w:rsidR="00B34D45" w:rsidRPr="00376F65" w:rsidRDefault="00B34D45" w:rsidP="00B34D45">
      <w:pPr>
        <w:contextualSpacing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376F65">
        <w:rPr>
          <w:rFonts w:ascii="Arial Narrow" w:hAnsi="Arial Narrow" w:cs="Arial Narrow"/>
          <w:b/>
          <w:bCs/>
          <w:sz w:val="22"/>
          <w:szCs w:val="22"/>
        </w:rPr>
        <w:t>(Este formato debe ser diligenciado por el oferente)</w:t>
      </w:r>
    </w:p>
    <w:p w:rsidR="00B34D45" w:rsidRPr="00376F65" w:rsidRDefault="00B34D45" w:rsidP="00B34D45">
      <w:pPr>
        <w:ind w:left="720"/>
        <w:contextualSpacing/>
        <w:jc w:val="both"/>
        <w:rPr>
          <w:rFonts w:ascii="Arial Narrow" w:hAnsi="Arial Narrow" w:cs="Arial Narrow"/>
          <w:sz w:val="22"/>
          <w:szCs w:val="22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20"/>
        <w:gridCol w:w="7003"/>
      </w:tblGrid>
      <w:tr w:rsidR="00B34D45" w:rsidRPr="00376F65" w:rsidTr="00B252E4">
        <w:trPr>
          <w:trHeight w:val="300"/>
        </w:trPr>
        <w:tc>
          <w:tcPr>
            <w:tcW w:w="2920" w:type="dxa"/>
            <w:noWrap/>
            <w:vAlign w:val="center"/>
          </w:tcPr>
          <w:p w:rsidR="00B34D45" w:rsidRPr="00376F65" w:rsidRDefault="00573EC6" w:rsidP="00B252E4">
            <w:pPr>
              <w:jc w:val="center"/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</w:rPr>
            </w:pPr>
            <w:r w:rsidRPr="00376F65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</w:rPr>
              <w:t>Requisitos  Mínimos</w:t>
            </w:r>
          </w:p>
        </w:tc>
        <w:tc>
          <w:tcPr>
            <w:tcW w:w="7003" w:type="dxa"/>
            <w:noWrap/>
            <w:vAlign w:val="center"/>
          </w:tcPr>
          <w:p w:rsidR="00B34D45" w:rsidRPr="00376F65" w:rsidRDefault="00573EC6" w:rsidP="00B252E4">
            <w:pPr>
              <w:jc w:val="center"/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</w:rPr>
              <w:t>Detalle</w:t>
            </w:r>
          </w:p>
        </w:tc>
      </w:tr>
      <w:tr w:rsidR="00046E6D" w:rsidRPr="00376F65" w:rsidTr="00B252E4">
        <w:trPr>
          <w:trHeight w:val="1332"/>
        </w:trPr>
        <w:tc>
          <w:tcPr>
            <w:tcW w:w="2920" w:type="dxa"/>
            <w:noWrap/>
          </w:tcPr>
          <w:p w:rsidR="00046E6D" w:rsidRPr="00376F65" w:rsidRDefault="00046E6D" w:rsidP="00606FF3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376F65">
              <w:rPr>
                <w:rFonts w:ascii="Arial Narrow" w:hAnsi="Arial Narrow" w:cs="Calibri"/>
                <w:sz w:val="22"/>
                <w:szCs w:val="22"/>
              </w:rPr>
              <w:t>Empresa del sector de las artes gráficas</w:t>
            </w:r>
            <w:r w:rsidR="00116E5E" w:rsidRPr="00376F65">
              <w:rPr>
                <w:rFonts w:ascii="Arial Narrow" w:hAnsi="Arial Narrow" w:cs="Calibri"/>
                <w:sz w:val="22"/>
                <w:szCs w:val="22"/>
              </w:rPr>
              <w:t xml:space="preserve"> o la producción de material audiovisual</w:t>
            </w:r>
            <w:r w:rsidRPr="00376F65">
              <w:rPr>
                <w:rFonts w:ascii="Arial Narrow" w:hAnsi="Arial Narrow" w:cs="Calibri"/>
                <w:sz w:val="22"/>
                <w:szCs w:val="22"/>
              </w:rPr>
              <w:t xml:space="preserve"> que preste dentro de sus servicios el servicio de filmación y animación de imágenes y sonido</w:t>
            </w:r>
            <w:r w:rsidR="00606FF3" w:rsidRPr="00376F65">
              <w:rPr>
                <w:rFonts w:ascii="Arial Narrow" w:hAnsi="Arial Narrow" w:cs="Calibri"/>
                <w:sz w:val="22"/>
                <w:szCs w:val="22"/>
              </w:rPr>
              <w:t>.</w:t>
            </w:r>
          </w:p>
        </w:tc>
        <w:tc>
          <w:tcPr>
            <w:tcW w:w="7003" w:type="dxa"/>
            <w:noWrap/>
            <w:vAlign w:val="center"/>
          </w:tcPr>
          <w:p w:rsidR="00046E6D" w:rsidRPr="00376F65" w:rsidRDefault="00046E6D" w:rsidP="00046E6D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376F65">
              <w:rPr>
                <w:rFonts w:ascii="Arial Narrow" w:hAnsi="Arial Narrow" w:cs="Arial Narrow"/>
                <w:sz w:val="22"/>
                <w:szCs w:val="22"/>
              </w:rPr>
              <w:t>[</w:t>
            </w:r>
            <w:r w:rsidRPr="00376F65">
              <w:rPr>
                <w:rFonts w:ascii="Arial Narrow" w:hAnsi="Arial Narrow" w:cs="Arial Narrow"/>
                <w:color w:val="000000"/>
                <w:sz w:val="22"/>
                <w:szCs w:val="22"/>
              </w:rPr>
              <w:t>Adjuntar certificado de existencia y representación legal y portafolio donde se indiquen los servicios ofrecidos por la empresa]</w:t>
            </w:r>
          </w:p>
        </w:tc>
      </w:tr>
      <w:tr w:rsidR="00C3476C" w:rsidRPr="00376F65" w:rsidTr="00B252E4">
        <w:trPr>
          <w:trHeight w:val="1332"/>
        </w:trPr>
        <w:tc>
          <w:tcPr>
            <w:tcW w:w="2920" w:type="dxa"/>
            <w:noWrap/>
          </w:tcPr>
          <w:p w:rsidR="00C3476C" w:rsidRPr="00376F65" w:rsidRDefault="00F7088A" w:rsidP="00757D80">
            <w:pPr>
              <w:pStyle w:val="Prrafodelista"/>
              <w:ind w:left="0"/>
              <w:contextualSpacing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376F65">
              <w:rPr>
                <w:rFonts w:ascii="Arial Narrow" w:hAnsi="Arial Narrow" w:cs="Calibri"/>
                <w:sz w:val="22"/>
                <w:szCs w:val="22"/>
              </w:rPr>
              <w:t xml:space="preserve">Experiencia específica </w:t>
            </w:r>
            <w:r w:rsidR="00757D80" w:rsidRPr="00376F65">
              <w:rPr>
                <w:rFonts w:ascii="Arial Narrow" w:hAnsi="Arial Narrow" w:cs="Calibri"/>
                <w:sz w:val="22"/>
                <w:szCs w:val="22"/>
              </w:rPr>
              <w:t xml:space="preserve">en </w:t>
            </w:r>
            <w:r w:rsidRPr="00376F65">
              <w:rPr>
                <w:rFonts w:ascii="Arial Narrow" w:hAnsi="Arial Narrow" w:cs="Calibri"/>
                <w:sz w:val="22"/>
                <w:szCs w:val="22"/>
              </w:rPr>
              <w:t>proyectos o contratos en el desarrollo (grabación y edición) de material fílmico, que incluya el desarrollo de animaciones.</w:t>
            </w:r>
          </w:p>
        </w:tc>
        <w:tc>
          <w:tcPr>
            <w:tcW w:w="7003" w:type="dxa"/>
            <w:noWrap/>
            <w:vAlign w:val="center"/>
          </w:tcPr>
          <w:p w:rsidR="00C3476C" w:rsidRPr="00376F65" w:rsidRDefault="00C3476C" w:rsidP="00C3476C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376F65">
              <w:rPr>
                <w:rFonts w:ascii="Arial Narrow" w:hAnsi="Arial Narrow" w:cs="Arial Narrow"/>
                <w:sz w:val="22"/>
                <w:szCs w:val="22"/>
              </w:rPr>
              <w:t>[</w:t>
            </w:r>
            <w:r w:rsidRPr="00376F65">
              <w:rPr>
                <w:rFonts w:ascii="Arial Narrow" w:hAnsi="Arial Narrow" w:cs="Arial Narrow"/>
                <w:color w:val="000000"/>
                <w:sz w:val="22"/>
                <w:szCs w:val="22"/>
              </w:rPr>
              <w:t xml:space="preserve">Relacionar detalladamente la experiencia específica que posea de acuerdo a lo mínimo solicitado (Detallar: Objeto, </w:t>
            </w:r>
            <w:r w:rsidRPr="00376F65">
              <w:rPr>
                <w:rFonts w:ascii="Arial Narrow" w:hAnsi="Arial Narrow" w:cs="Arial Narrow"/>
                <w:sz w:val="22"/>
                <w:szCs w:val="22"/>
              </w:rPr>
              <w:t>Breve descripción de las actividades que se desarrollaron</w:t>
            </w:r>
            <w:r w:rsidRPr="00376F65">
              <w:rPr>
                <w:rFonts w:ascii="Arial Narrow" w:hAnsi="Arial Narrow" w:cs="Arial Narrow"/>
                <w:color w:val="000000"/>
                <w:sz w:val="22"/>
                <w:szCs w:val="22"/>
              </w:rPr>
              <w:t>– fecha de inicio – fecha de terminación – Entidad contratante)]. [Se debe incluir una fila para cada una de las experiencias que se deseen relacionar].</w:t>
            </w:r>
          </w:p>
        </w:tc>
      </w:tr>
      <w:tr w:rsidR="00C3476C" w:rsidRPr="00376F65" w:rsidTr="00B252E4">
        <w:trPr>
          <w:trHeight w:val="1332"/>
        </w:trPr>
        <w:tc>
          <w:tcPr>
            <w:tcW w:w="2920" w:type="dxa"/>
            <w:noWrap/>
          </w:tcPr>
          <w:p w:rsidR="00C3476C" w:rsidRPr="00376F65" w:rsidRDefault="00DC1C58" w:rsidP="00C3476C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376F65">
              <w:rPr>
                <w:rFonts w:ascii="Arial Narrow" w:hAnsi="Arial Narrow" w:cs="Calibri"/>
                <w:sz w:val="22"/>
                <w:szCs w:val="22"/>
              </w:rPr>
              <w:t>Experiencia certificada en el desarrollo de proyectos o contratos para la elaboración de material audiovisual que incluya videos documentales sobre temas ambientales</w:t>
            </w:r>
            <w:r w:rsidR="0062749F" w:rsidRPr="00376F65">
              <w:rPr>
                <w:rFonts w:ascii="Arial Narrow" w:hAnsi="Arial Narrow" w:cs="Calibri"/>
                <w:sz w:val="22"/>
                <w:szCs w:val="22"/>
              </w:rPr>
              <w:t xml:space="preserve"> o relacionados</w:t>
            </w:r>
            <w:r w:rsidRPr="00376F65">
              <w:rPr>
                <w:rFonts w:ascii="Arial Narrow" w:hAnsi="Arial Narrow" w:cs="Calibri"/>
                <w:sz w:val="22"/>
                <w:szCs w:val="22"/>
              </w:rPr>
              <w:t>.</w:t>
            </w:r>
          </w:p>
        </w:tc>
        <w:tc>
          <w:tcPr>
            <w:tcW w:w="7003" w:type="dxa"/>
            <w:noWrap/>
            <w:vAlign w:val="center"/>
          </w:tcPr>
          <w:p w:rsidR="00C3476C" w:rsidRPr="00376F65" w:rsidRDefault="00C3476C" w:rsidP="00C3476C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376F65">
              <w:rPr>
                <w:rFonts w:ascii="Arial Narrow" w:hAnsi="Arial Narrow" w:cs="Arial Narrow"/>
                <w:sz w:val="22"/>
                <w:szCs w:val="22"/>
              </w:rPr>
              <w:t>[</w:t>
            </w:r>
            <w:r w:rsidRPr="00376F65">
              <w:rPr>
                <w:rFonts w:ascii="Arial Narrow" w:hAnsi="Arial Narrow" w:cs="Arial Narrow"/>
                <w:color w:val="000000"/>
                <w:sz w:val="22"/>
                <w:szCs w:val="22"/>
              </w:rPr>
              <w:t xml:space="preserve">Relacionar detalladamente la experiencia específica que posea de acuerdo a lo mínimo solicitado (Detallar: Objeto, </w:t>
            </w:r>
            <w:r w:rsidRPr="00376F65">
              <w:rPr>
                <w:rFonts w:ascii="Arial Narrow" w:hAnsi="Arial Narrow" w:cs="Arial Narrow"/>
                <w:sz w:val="22"/>
                <w:szCs w:val="22"/>
              </w:rPr>
              <w:t>Breve descripción de las actividades que se desarrollaron</w:t>
            </w:r>
            <w:r w:rsidRPr="00376F65">
              <w:rPr>
                <w:rFonts w:ascii="Arial Narrow" w:hAnsi="Arial Narrow" w:cs="Arial Narrow"/>
                <w:color w:val="000000"/>
                <w:sz w:val="22"/>
                <w:szCs w:val="22"/>
              </w:rPr>
              <w:t>– fecha de inicio – fecha de terminación – Entidad contratante)]. [Se debe incluir una fila para cada una de las experiencias que se deseen relacionar].</w:t>
            </w:r>
          </w:p>
        </w:tc>
      </w:tr>
      <w:tr w:rsidR="00757D80" w:rsidRPr="00376F65" w:rsidTr="00B252E4">
        <w:trPr>
          <w:trHeight w:val="1332"/>
        </w:trPr>
        <w:tc>
          <w:tcPr>
            <w:tcW w:w="2920" w:type="dxa"/>
            <w:noWrap/>
          </w:tcPr>
          <w:p w:rsidR="00757D80" w:rsidRPr="00376F65" w:rsidRDefault="00757D80" w:rsidP="00C3476C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376F65">
              <w:rPr>
                <w:rFonts w:ascii="Arial Narrow" w:hAnsi="Arial Narrow" w:cs="Calibri"/>
                <w:sz w:val="22"/>
                <w:szCs w:val="22"/>
              </w:rPr>
              <w:t>Profesional de las artes visuales con experiencia en la elaboración de material fíl</w:t>
            </w:r>
            <w:r w:rsidR="0062749F" w:rsidRPr="00376F65">
              <w:rPr>
                <w:rFonts w:ascii="Arial Narrow" w:hAnsi="Arial Narrow" w:cs="Calibri"/>
                <w:sz w:val="22"/>
                <w:szCs w:val="22"/>
              </w:rPr>
              <w:t>mico.</w:t>
            </w:r>
          </w:p>
        </w:tc>
        <w:tc>
          <w:tcPr>
            <w:tcW w:w="7003" w:type="dxa"/>
            <w:noWrap/>
            <w:vAlign w:val="center"/>
          </w:tcPr>
          <w:p w:rsidR="00757D80" w:rsidRPr="00376F65" w:rsidRDefault="00757D80" w:rsidP="00757D80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376F65">
              <w:rPr>
                <w:rFonts w:ascii="Arial Narrow" w:hAnsi="Arial Narrow" w:cs="Arial Narrow"/>
                <w:sz w:val="22"/>
                <w:szCs w:val="22"/>
              </w:rPr>
              <w:t>[Anexar hoja de vida del profesional propuesto que incluya estudios realizados, entidad que otorga el título, fecha del título (día, mes/años), experiencia en la elaboración del material fílmico, indicando el nombre del proyecto, entidad para la cual se realizó, fecha de inicio y terminación de la actividad]</w:t>
            </w:r>
          </w:p>
        </w:tc>
      </w:tr>
    </w:tbl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(Las fechas deberán indicarse en formato dd/mm/aaa)</w:t>
      </w: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Atentamente,</w:t>
      </w: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(Firma)</w:t>
      </w:r>
    </w:p>
    <w:p w:rsidR="00B34D45" w:rsidRPr="00376F65" w:rsidRDefault="00B34D45" w:rsidP="00B34D45">
      <w:pPr>
        <w:ind w:left="720" w:hanging="720"/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_________________________________________________</w:t>
      </w:r>
    </w:p>
    <w:p w:rsidR="00B34D45" w:rsidRPr="00376F65" w:rsidRDefault="00B34D45" w:rsidP="00B34D45">
      <w:pPr>
        <w:ind w:left="720" w:hanging="720"/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Nombre del oferente: [indicar nombre completo del proponente]</w:t>
      </w:r>
    </w:p>
    <w:p w:rsidR="00B34D45" w:rsidRPr="00376F65" w:rsidRDefault="00B34D45" w:rsidP="00B34D45">
      <w:pPr>
        <w:ind w:left="720" w:hanging="720"/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Dirección: [indicar dirección y ciudad]</w:t>
      </w:r>
    </w:p>
    <w:p w:rsidR="00B34D45" w:rsidRPr="00376F65" w:rsidRDefault="00B34D45" w:rsidP="00B34D45">
      <w:pPr>
        <w:ind w:left="720" w:hanging="720"/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Teléfono: [indicar número e indicativo de larga distancia]</w:t>
      </w:r>
    </w:p>
    <w:p w:rsidR="00B34D45" w:rsidRPr="00376F65" w:rsidRDefault="00B34D45" w:rsidP="00B34D45">
      <w:pPr>
        <w:ind w:left="480" w:firstLine="120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jc w:val="center"/>
        <w:rPr>
          <w:rFonts w:ascii="Arial Narrow" w:hAnsi="Arial Narrow" w:cs="Arial Narrow"/>
          <w:b/>
          <w:bCs/>
          <w:caps/>
          <w:sz w:val="22"/>
          <w:szCs w:val="22"/>
        </w:rPr>
      </w:pPr>
      <w:r w:rsidRPr="00376F65">
        <w:rPr>
          <w:rFonts w:ascii="Arial Narrow" w:hAnsi="Arial Narrow" w:cs="Arial Narrow"/>
          <w:b/>
          <w:bCs/>
          <w:caps/>
          <w:sz w:val="22"/>
          <w:szCs w:val="22"/>
        </w:rPr>
        <w:br w:type="page"/>
      </w:r>
    </w:p>
    <w:p w:rsidR="007C6069" w:rsidRPr="00376F65" w:rsidRDefault="007C6069" w:rsidP="00B34D45">
      <w:pPr>
        <w:jc w:val="center"/>
        <w:rPr>
          <w:rFonts w:ascii="Arial Narrow" w:hAnsi="Arial Narrow" w:cs="Arial Narrow"/>
          <w:b/>
          <w:bCs/>
          <w:caps/>
          <w:sz w:val="22"/>
          <w:szCs w:val="22"/>
        </w:rPr>
      </w:pPr>
    </w:p>
    <w:p w:rsidR="00B34D45" w:rsidRPr="00376F65" w:rsidRDefault="00B34D45" w:rsidP="00B34D45">
      <w:pPr>
        <w:jc w:val="center"/>
        <w:rPr>
          <w:rFonts w:ascii="Arial Narrow" w:hAnsi="Arial Narrow" w:cs="Arial Narrow"/>
          <w:b/>
          <w:bCs/>
          <w:caps/>
          <w:sz w:val="22"/>
          <w:szCs w:val="22"/>
        </w:rPr>
      </w:pPr>
      <w:r w:rsidRPr="00376F65">
        <w:rPr>
          <w:rFonts w:ascii="Arial Narrow" w:hAnsi="Arial Narrow" w:cs="Arial Narrow"/>
          <w:b/>
          <w:bCs/>
          <w:caps/>
          <w:sz w:val="22"/>
          <w:szCs w:val="22"/>
        </w:rPr>
        <w:t>ANEXO 2</w:t>
      </w:r>
    </w:p>
    <w:p w:rsidR="00B34D45" w:rsidRPr="00376F65" w:rsidRDefault="00B34D45" w:rsidP="00B34D45">
      <w:pPr>
        <w:ind w:left="720" w:hanging="720"/>
        <w:jc w:val="center"/>
        <w:rPr>
          <w:rFonts w:ascii="Arial Narrow" w:hAnsi="Arial Narrow" w:cs="Arial Narrow"/>
          <w:b/>
          <w:bCs/>
          <w:caps/>
          <w:sz w:val="22"/>
          <w:szCs w:val="22"/>
        </w:rPr>
      </w:pPr>
      <w:r w:rsidRPr="00376F65">
        <w:rPr>
          <w:rFonts w:ascii="Arial Narrow" w:hAnsi="Arial Narrow" w:cs="Arial Narrow"/>
          <w:b/>
          <w:bCs/>
          <w:caps/>
          <w:sz w:val="22"/>
          <w:szCs w:val="22"/>
        </w:rPr>
        <w:t>CARTA PARA LA presentación de la propuesta ECONÓMICA</w:t>
      </w:r>
    </w:p>
    <w:p w:rsidR="00B34D45" w:rsidRPr="00376F65" w:rsidRDefault="00B34D45" w:rsidP="00B34D45">
      <w:pPr>
        <w:contextualSpacing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376F65">
        <w:rPr>
          <w:rFonts w:ascii="Arial Narrow" w:hAnsi="Arial Narrow" w:cs="Arial Narrow"/>
          <w:b/>
          <w:bCs/>
          <w:sz w:val="22"/>
          <w:szCs w:val="22"/>
        </w:rPr>
        <w:t>(Este formato debe ser diligenciado por el oferente)</w:t>
      </w:r>
    </w:p>
    <w:p w:rsidR="00B34D45" w:rsidRPr="00376F65" w:rsidRDefault="00B34D45" w:rsidP="00B34D45">
      <w:pPr>
        <w:ind w:left="720" w:hanging="720"/>
        <w:jc w:val="center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ind w:left="720" w:hanging="720"/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[Lugar, fecha]</w:t>
      </w:r>
    </w:p>
    <w:p w:rsidR="00B34D45" w:rsidRPr="00376F65" w:rsidRDefault="00B34D45" w:rsidP="00B34D45">
      <w:pPr>
        <w:ind w:left="720" w:hanging="720"/>
        <w:jc w:val="both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ind w:left="720" w:hanging="720"/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Señores</w:t>
      </w:r>
    </w:p>
    <w:p w:rsidR="00B34D45" w:rsidRPr="00376F65" w:rsidRDefault="00B34D45" w:rsidP="00B34D45">
      <w:pPr>
        <w:jc w:val="both"/>
        <w:rPr>
          <w:rFonts w:ascii="Arial Narrow" w:hAnsi="Arial Narrow" w:cs="Arial Narrow"/>
          <w:b/>
          <w:sz w:val="22"/>
          <w:szCs w:val="22"/>
        </w:rPr>
      </w:pPr>
      <w:r w:rsidRPr="00376F65">
        <w:rPr>
          <w:rFonts w:ascii="Arial Narrow" w:hAnsi="Arial Narrow" w:cs="Arial Narrow"/>
          <w:b/>
          <w:sz w:val="22"/>
          <w:szCs w:val="22"/>
        </w:rPr>
        <w:t xml:space="preserve">Proyecto COL </w:t>
      </w:r>
      <w:r w:rsidR="003E440B" w:rsidRPr="00376F65">
        <w:rPr>
          <w:rFonts w:ascii="Arial Narrow" w:hAnsi="Arial Narrow" w:cs="Arial"/>
          <w:b/>
          <w:sz w:val="22"/>
          <w:szCs w:val="22"/>
          <w:lang w:val="es-CO"/>
        </w:rPr>
        <w:t>98842</w:t>
      </w: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Ministerio de Ambiente y Desarrollo Sostenible</w:t>
      </w:r>
    </w:p>
    <w:p w:rsidR="00B34D45" w:rsidRPr="00376F65" w:rsidRDefault="00FB33EB" w:rsidP="00B34D45">
      <w:pPr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Calle 37 No 8</w:t>
      </w:r>
      <w:r w:rsidR="00B34D45" w:rsidRPr="00376F65">
        <w:rPr>
          <w:rFonts w:ascii="Arial Narrow" w:hAnsi="Arial Narrow" w:cs="Arial Narrow"/>
          <w:sz w:val="22"/>
          <w:szCs w:val="22"/>
        </w:rPr>
        <w:t xml:space="preserve"> - 40 </w:t>
      </w:r>
    </w:p>
    <w:p w:rsidR="00B34D45" w:rsidRPr="00376F65" w:rsidRDefault="00B34D45" w:rsidP="00B34D45">
      <w:pPr>
        <w:ind w:left="1440" w:hanging="720"/>
        <w:jc w:val="both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ind w:left="993" w:hanging="993"/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 xml:space="preserve">Asunto: </w:t>
      </w:r>
      <w:r w:rsidRPr="00376F65">
        <w:rPr>
          <w:rFonts w:ascii="Arial Narrow" w:hAnsi="Arial Narrow" w:cs="Arial Narrow"/>
          <w:i/>
          <w:sz w:val="22"/>
          <w:szCs w:val="22"/>
        </w:rPr>
        <w:t>“</w:t>
      </w:r>
      <w:r w:rsidR="00703D32" w:rsidRPr="00376F65">
        <w:rPr>
          <w:rFonts w:ascii="Arial Narrow" w:hAnsi="Arial Narrow" w:cs="Arial Narrow"/>
          <w:i/>
          <w:sz w:val="22"/>
          <w:szCs w:val="22"/>
          <w:lang w:val="es-CO"/>
        </w:rPr>
        <w:t xml:space="preserve">Elaborar </w:t>
      </w:r>
      <w:r w:rsidR="00FB33EB" w:rsidRPr="00376F65">
        <w:rPr>
          <w:rFonts w:ascii="Arial Narrow" w:hAnsi="Arial Narrow" w:cs="Arial Narrow"/>
          <w:i/>
          <w:sz w:val="22"/>
          <w:szCs w:val="22"/>
          <w:lang w:val="es-CO"/>
        </w:rPr>
        <w:t>cinco (5)</w:t>
      </w:r>
      <w:r w:rsidR="003E440B" w:rsidRPr="00376F65">
        <w:rPr>
          <w:rFonts w:ascii="Arial Narrow" w:hAnsi="Arial Narrow" w:cs="Arial Narrow"/>
          <w:i/>
          <w:sz w:val="22"/>
          <w:szCs w:val="22"/>
          <w:lang w:val="es-CO"/>
        </w:rPr>
        <w:t xml:space="preserve"> video clips </w:t>
      </w:r>
      <w:r w:rsidR="00FF40F7" w:rsidRPr="00376F65">
        <w:rPr>
          <w:rFonts w:ascii="Arial Narrow" w:hAnsi="Arial Narrow" w:cs="Arial Narrow"/>
          <w:i/>
          <w:sz w:val="22"/>
          <w:szCs w:val="22"/>
          <w:lang w:val="es-CO"/>
        </w:rPr>
        <w:t>de las actividades que considera el Proyecto PNUD COL 98842</w:t>
      </w:r>
      <w:r w:rsidRPr="00376F65">
        <w:rPr>
          <w:rFonts w:ascii="Arial Narrow" w:hAnsi="Arial Narrow" w:cs="Arial Narrow"/>
          <w:i/>
          <w:sz w:val="22"/>
          <w:szCs w:val="22"/>
        </w:rPr>
        <w:t>”.</w:t>
      </w:r>
    </w:p>
    <w:p w:rsidR="00B34D45" w:rsidRPr="00376F65" w:rsidRDefault="00B34D45" w:rsidP="00B34D45">
      <w:pPr>
        <w:ind w:left="1440" w:hanging="720"/>
        <w:jc w:val="both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 xml:space="preserve">Por </w:t>
      </w:r>
      <w:r w:rsidR="00DA382F" w:rsidRPr="00376F65">
        <w:rPr>
          <w:rFonts w:ascii="Arial Narrow" w:hAnsi="Arial Narrow" w:cs="Arial Narrow"/>
          <w:sz w:val="22"/>
          <w:szCs w:val="22"/>
        </w:rPr>
        <w:t>el presente manifiesto</w:t>
      </w:r>
      <w:r w:rsidRPr="00376F65">
        <w:rPr>
          <w:rFonts w:ascii="Arial Narrow" w:hAnsi="Arial Narrow" w:cs="Arial Narrow"/>
          <w:sz w:val="22"/>
          <w:szCs w:val="22"/>
        </w:rPr>
        <w:t xml:space="preserve"> que he examinado los Términos de Referencia, que estoy de acuerdo y en consecuencia cumplo y acepto todas y cada una de las disposiciones en él contenidas para realizar la consultoría de la referencia, así como las establecidas por la Ley.</w:t>
      </w: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 xml:space="preserve">El abajo firmante ofrezco proveer los servicios para </w:t>
      </w:r>
      <w:r w:rsidR="00FF40F7" w:rsidRPr="00376F65">
        <w:rPr>
          <w:rFonts w:ascii="Arial Narrow" w:hAnsi="Arial Narrow" w:cs="Arial Narrow"/>
          <w:i/>
          <w:sz w:val="22"/>
          <w:szCs w:val="22"/>
          <w:lang w:val="es-CO"/>
        </w:rPr>
        <w:t xml:space="preserve">Elaborar </w:t>
      </w:r>
      <w:r w:rsidR="00850F6B" w:rsidRPr="00376F65">
        <w:rPr>
          <w:rFonts w:ascii="Arial Narrow" w:hAnsi="Arial Narrow" w:cs="Arial Narrow"/>
          <w:i/>
          <w:sz w:val="22"/>
          <w:szCs w:val="22"/>
          <w:lang w:val="es-CO"/>
        </w:rPr>
        <w:t>cinco (5</w:t>
      </w:r>
      <w:r w:rsidR="00FF40F7" w:rsidRPr="00376F65">
        <w:rPr>
          <w:rFonts w:ascii="Arial Narrow" w:hAnsi="Arial Narrow" w:cs="Arial Narrow"/>
          <w:i/>
          <w:sz w:val="22"/>
          <w:szCs w:val="22"/>
          <w:lang w:val="es-CO"/>
        </w:rPr>
        <w:t xml:space="preserve">) video clips de las actividades que considera el Proyecto PNUD COL 98842” </w:t>
      </w:r>
      <w:r w:rsidRPr="00376F65">
        <w:rPr>
          <w:rFonts w:ascii="Arial Narrow" w:hAnsi="Arial Narrow" w:cs="Arial Narrow"/>
          <w:sz w:val="22"/>
          <w:szCs w:val="22"/>
        </w:rPr>
        <w:t>de conformidad con los Términos de Referencia y con mi propuesta.</w:t>
      </w: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Mi propuesta económica será obligatoria, con sujeción a las modificaciones que resulten de las negociaciones del contrato.</w:t>
      </w: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 xml:space="preserve">Entiendo que ustedes no están obligados a aceptar ninguna de las propuestas que reciban. </w:t>
      </w:r>
      <w:r w:rsidR="00DA382F" w:rsidRPr="00376F65">
        <w:rPr>
          <w:rFonts w:ascii="Arial Narrow" w:hAnsi="Arial Narrow" w:cs="Arial Narrow"/>
          <w:sz w:val="22"/>
          <w:szCs w:val="22"/>
        </w:rPr>
        <w:t>Además,</w:t>
      </w:r>
      <w:r w:rsidRPr="00376F65">
        <w:rPr>
          <w:rFonts w:ascii="Arial Narrow" w:hAnsi="Arial Narrow" w:cs="Arial Narrow"/>
          <w:sz w:val="22"/>
          <w:szCs w:val="22"/>
        </w:rPr>
        <w:t xml:space="preserve"> dejo constancia de que no existen causales de inhabilidad o incompatibilidad que me impida</w:t>
      </w:r>
      <w:r w:rsidR="00C3476C" w:rsidRPr="00376F65">
        <w:rPr>
          <w:rFonts w:ascii="Arial Narrow" w:hAnsi="Arial Narrow" w:cs="Arial Narrow"/>
          <w:sz w:val="22"/>
          <w:szCs w:val="22"/>
        </w:rPr>
        <w:t>n</w:t>
      </w:r>
      <w:r w:rsidRPr="00376F65">
        <w:rPr>
          <w:rFonts w:ascii="Arial Narrow" w:hAnsi="Arial Narrow" w:cs="Arial Narrow"/>
          <w:sz w:val="22"/>
          <w:szCs w:val="22"/>
        </w:rPr>
        <w:t xml:space="preserve"> participar en la presente invitación y suscribir el contrato respectivo. Que esta propuesta y la orden de servicios que llegare a celebrarse solo comprometen al firmante de esta carta. Que ninguna entidad o persona distinta al firmante tiene interés comercial en esta propuesta ni en el contrato que de ella se derive. </w:t>
      </w:r>
    </w:p>
    <w:p w:rsidR="00B34D45" w:rsidRPr="00376F65" w:rsidRDefault="00B34D45" w:rsidP="00B34D4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Que el servicio se ejecutará en un plazo de establecido en los términos de referencia, desde la fecha de la firma del contrato.</w:t>
      </w:r>
    </w:p>
    <w:p w:rsidR="00B34D45" w:rsidRPr="00376F65" w:rsidRDefault="00B34D45" w:rsidP="00B34D4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 xml:space="preserve">Que el costo total de la oferta, expresado en pesos colombianos (COP)es el siguiente: </w:t>
      </w:r>
      <w:r w:rsidRPr="00376F65">
        <w:rPr>
          <w:rFonts w:ascii="Arial Narrow" w:hAnsi="Arial Narrow" w:cs="Arial Narrow"/>
          <w:b/>
          <w:sz w:val="22"/>
          <w:szCs w:val="22"/>
        </w:rPr>
        <w:t>[expresar costos en letras y números]</w:t>
      </w:r>
      <w:r w:rsidRPr="00376F65">
        <w:rPr>
          <w:rFonts w:ascii="Arial Narrow" w:hAnsi="Arial Narrow" w:cs="Arial Narrow"/>
          <w:sz w:val="22"/>
          <w:szCs w:val="22"/>
        </w:rPr>
        <w:t xml:space="preserve"> discriminados así, según los productos requeridos:</w:t>
      </w:r>
    </w:p>
    <w:p w:rsidR="00B34D45" w:rsidRPr="00376F65" w:rsidRDefault="00B34D45" w:rsidP="00B34D4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 w:cs="Arial Narrow"/>
          <w:sz w:val="22"/>
          <w:szCs w:val="22"/>
        </w:rPr>
      </w:pPr>
    </w:p>
    <w:tbl>
      <w:tblPr>
        <w:tblW w:w="855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753"/>
      </w:tblGrid>
      <w:tr w:rsidR="00B34D45" w:rsidRPr="00376F65" w:rsidTr="00B252E4">
        <w:trPr>
          <w:trHeight w:val="20"/>
        </w:trPr>
        <w:tc>
          <w:tcPr>
            <w:tcW w:w="6804" w:type="dxa"/>
          </w:tcPr>
          <w:p w:rsidR="00B34D45" w:rsidRPr="00376F65" w:rsidRDefault="00B34D45" w:rsidP="00B252E4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  <w:lang w:eastAsia="es-CO"/>
              </w:rPr>
            </w:pPr>
            <w:r w:rsidRPr="00376F65">
              <w:rPr>
                <w:rFonts w:ascii="Arial Narrow" w:hAnsi="Arial Narrow" w:cs="Calibri"/>
                <w:b/>
                <w:sz w:val="22"/>
                <w:szCs w:val="22"/>
                <w:lang w:eastAsia="es-CO"/>
              </w:rPr>
              <w:t>Nombre del producto o servicio a ser proveídos y que determinará pago.</w:t>
            </w:r>
          </w:p>
        </w:tc>
        <w:tc>
          <w:tcPr>
            <w:tcW w:w="1753" w:type="dxa"/>
          </w:tcPr>
          <w:p w:rsidR="00B34D45" w:rsidRPr="00376F65" w:rsidRDefault="00B34D45" w:rsidP="00B252E4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  <w:lang w:eastAsia="es-CO"/>
              </w:rPr>
            </w:pPr>
            <w:r w:rsidRPr="00376F65">
              <w:rPr>
                <w:rFonts w:ascii="Arial Narrow" w:hAnsi="Arial Narrow" w:cs="Calibri"/>
                <w:b/>
                <w:sz w:val="22"/>
                <w:szCs w:val="22"/>
                <w:lang w:eastAsia="es-CO"/>
              </w:rPr>
              <w:t>Valor en Pesos</w:t>
            </w:r>
          </w:p>
        </w:tc>
      </w:tr>
      <w:tr w:rsidR="00C3476C" w:rsidRPr="00376F65" w:rsidTr="00ED6BB4">
        <w:trPr>
          <w:trHeight w:val="20"/>
        </w:trPr>
        <w:tc>
          <w:tcPr>
            <w:tcW w:w="6804" w:type="dxa"/>
            <w:vAlign w:val="center"/>
          </w:tcPr>
          <w:p w:rsidR="00C3476C" w:rsidRPr="00376F65" w:rsidRDefault="002C2143" w:rsidP="006C2C7C">
            <w:pPr>
              <w:shd w:val="clear" w:color="auto" w:fill="FFFFFF"/>
              <w:rPr>
                <w:rFonts w:ascii="Arial Narrow" w:hAnsi="Arial Narrow"/>
                <w:sz w:val="22"/>
                <w:szCs w:val="22"/>
              </w:rPr>
            </w:pPr>
            <w:r w:rsidRPr="00376F65">
              <w:rPr>
                <w:rFonts w:ascii="Arial Narrow" w:hAnsi="Arial Narrow"/>
                <w:sz w:val="22"/>
                <w:szCs w:val="22"/>
              </w:rPr>
              <w:t>Actividad A1</w:t>
            </w:r>
          </w:p>
        </w:tc>
        <w:tc>
          <w:tcPr>
            <w:tcW w:w="1753" w:type="dxa"/>
          </w:tcPr>
          <w:p w:rsidR="00C3476C" w:rsidRPr="00376F65" w:rsidRDefault="00C3476C" w:rsidP="00C3476C">
            <w:pPr>
              <w:rPr>
                <w:rFonts w:ascii="Arial Narrow" w:hAnsi="Arial Narrow" w:cs="Calibri"/>
                <w:i/>
                <w:sz w:val="22"/>
                <w:szCs w:val="22"/>
              </w:rPr>
            </w:pPr>
          </w:p>
        </w:tc>
      </w:tr>
      <w:tr w:rsidR="00556707" w:rsidRPr="00376F65" w:rsidTr="00ED6BB4">
        <w:trPr>
          <w:trHeight w:val="20"/>
        </w:trPr>
        <w:tc>
          <w:tcPr>
            <w:tcW w:w="6804" w:type="dxa"/>
            <w:vAlign w:val="center"/>
          </w:tcPr>
          <w:p w:rsidR="00556707" w:rsidRPr="00376F65" w:rsidRDefault="002C2143" w:rsidP="006C2C7C">
            <w:pPr>
              <w:shd w:val="clear" w:color="auto" w:fill="FFFFFF"/>
              <w:rPr>
                <w:rFonts w:ascii="Arial Narrow" w:hAnsi="Arial Narrow"/>
                <w:sz w:val="22"/>
                <w:szCs w:val="22"/>
              </w:rPr>
            </w:pPr>
            <w:r w:rsidRPr="00376F65">
              <w:rPr>
                <w:rFonts w:ascii="Arial Narrow" w:hAnsi="Arial Narrow"/>
                <w:sz w:val="22"/>
                <w:szCs w:val="22"/>
              </w:rPr>
              <w:t xml:space="preserve">Actividades </w:t>
            </w:r>
            <w:r w:rsidR="006C2C7C" w:rsidRPr="00376F65">
              <w:rPr>
                <w:rFonts w:ascii="Arial Narrow" w:hAnsi="Arial Narrow"/>
                <w:sz w:val="22"/>
                <w:szCs w:val="22"/>
              </w:rPr>
              <w:t xml:space="preserve">B1, </w:t>
            </w:r>
            <w:r w:rsidRPr="00376F65">
              <w:rPr>
                <w:rFonts w:ascii="Arial Narrow" w:hAnsi="Arial Narrow"/>
                <w:sz w:val="22"/>
                <w:szCs w:val="22"/>
              </w:rPr>
              <w:t xml:space="preserve">B2, B3 y </w:t>
            </w:r>
            <w:r w:rsidR="006C2C7C" w:rsidRPr="00376F65">
              <w:rPr>
                <w:rFonts w:ascii="Arial Narrow" w:hAnsi="Arial Narrow"/>
                <w:sz w:val="22"/>
                <w:szCs w:val="22"/>
              </w:rPr>
              <w:t>C1</w:t>
            </w:r>
            <w:r w:rsidRPr="00376F65">
              <w:rPr>
                <w:rFonts w:ascii="Arial Narrow" w:hAnsi="Arial Narrow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753" w:type="dxa"/>
          </w:tcPr>
          <w:p w:rsidR="00556707" w:rsidRPr="00376F65" w:rsidRDefault="00556707" w:rsidP="00556707">
            <w:pPr>
              <w:rPr>
                <w:rFonts w:ascii="Arial Narrow" w:hAnsi="Arial Narrow" w:cs="Calibri"/>
                <w:i/>
                <w:sz w:val="22"/>
                <w:szCs w:val="22"/>
              </w:rPr>
            </w:pPr>
          </w:p>
        </w:tc>
      </w:tr>
      <w:tr w:rsidR="00556707" w:rsidRPr="00376F65" w:rsidTr="00ED6BB4">
        <w:trPr>
          <w:trHeight w:val="20"/>
        </w:trPr>
        <w:tc>
          <w:tcPr>
            <w:tcW w:w="6804" w:type="dxa"/>
            <w:vAlign w:val="center"/>
          </w:tcPr>
          <w:p w:rsidR="00556707" w:rsidRPr="00376F65" w:rsidRDefault="006C2C7C" w:rsidP="003E440B">
            <w:pPr>
              <w:shd w:val="clear" w:color="auto" w:fill="FFFFFF"/>
              <w:rPr>
                <w:rFonts w:ascii="Arial Narrow" w:hAnsi="Arial Narrow"/>
                <w:sz w:val="22"/>
                <w:szCs w:val="22"/>
              </w:rPr>
            </w:pPr>
            <w:r w:rsidRPr="00376F65">
              <w:rPr>
                <w:rFonts w:ascii="Arial Narrow" w:hAnsi="Arial Narrow"/>
                <w:sz w:val="22"/>
                <w:szCs w:val="22"/>
              </w:rPr>
              <w:t xml:space="preserve">Actividades </w:t>
            </w:r>
            <w:r w:rsidR="002C2143" w:rsidRPr="00376F65">
              <w:rPr>
                <w:rFonts w:ascii="Arial Narrow" w:hAnsi="Arial Narrow"/>
                <w:sz w:val="22"/>
                <w:szCs w:val="22"/>
              </w:rPr>
              <w:t>C2 y C3.</w:t>
            </w:r>
          </w:p>
        </w:tc>
        <w:tc>
          <w:tcPr>
            <w:tcW w:w="1753" w:type="dxa"/>
          </w:tcPr>
          <w:p w:rsidR="00556707" w:rsidRPr="00376F65" w:rsidRDefault="00556707" w:rsidP="00556707">
            <w:pPr>
              <w:rPr>
                <w:rFonts w:ascii="Arial Narrow" w:hAnsi="Arial Narrow" w:cs="Calibri"/>
                <w:i/>
                <w:sz w:val="22"/>
                <w:szCs w:val="22"/>
              </w:rPr>
            </w:pPr>
          </w:p>
        </w:tc>
      </w:tr>
      <w:tr w:rsidR="00556707" w:rsidRPr="00376F65" w:rsidTr="00B252E4">
        <w:trPr>
          <w:trHeight w:val="20"/>
        </w:trPr>
        <w:tc>
          <w:tcPr>
            <w:tcW w:w="6804" w:type="dxa"/>
          </w:tcPr>
          <w:p w:rsidR="00556707" w:rsidRPr="00376F65" w:rsidRDefault="00556707" w:rsidP="00556707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376F65">
              <w:rPr>
                <w:rFonts w:ascii="Arial Narrow" w:hAnsi="Arial Narrow" w:cs="Arial Narrow"/>
                <w:sz w:val="22"/>
                <w:szCs w:val="22"/>
              </w:rPr>
              <w:t>COSTO TOTAL CONSULTORIA EN PESOS COLOMBIANOS</w:t>
            </w:r>
          </w:p>
        </w:tc>
        <w:tc>
          <w:tcPr>
            <w:tcW w:w="1753" w:type="dxa"/>
          </w:tcPr>
          <w:p w:rsidR="00556707" w:rsidRPr="00376F65" w:rsidRDefault="00556707" w:rsidP="00556707">
            <w:pPr>
              <w:rPr>
                <w:rFonts w:ascii="Arial Narrow" w:hAnsi="Arial Narrow" w:cs="Calibri"/>
                <w:i/>
                <w:sz w:val="22"/>
                <w:szCs w:val="22"/>
              </w:rPr>
            </w:pPr>
          </w:p>
        </w:tc>
      </w:tr>
    </w:tbl>
    <w:p w:rsidR="00B34D45" w:rsidRPr="00376F65" w:rsidRDefault="00B34D45" w:rsidP="00B34D4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b/>
          <w:sz w:val="22"/>
          <w:szCs w:val="22"/>
        </w:rPr>
        <w:t>NOTA 1:</w:t>
      </w:r>
      <w:r w:rsidRPr="00376F65">
        <w:rPr>
          <w:rFonts w:ascii="Arial Narrow" w:hAnsi="Arial Narrow" w:cs="Arial Narrow"/>
          <w:sz w:val="22"/>
          <w:szCs w:val="22"/>
        </w:rPr>
        <w:t xml:space="preserve"> Se entiende que todos los factores que pueden afectar el costo de la propuesta</w:t>
      </w:r>
      <w:r w:rsidR="00F7088A" w:rsidRPr="00376F65">
        <w:rPr>
          <w:rFonts w:ascii="Arial Narrow" w:hAnsi="Arial Narrow" w:cs="Arial Narrow"/>
          <w:sz w:val="22"/>
          <w:szCs w:val="22"/>
        </w:rPr>
        <w:t>, incluidos viáticos y pasajes a los lugares de filmación,</w:t>
      </w:r>
      <w:r w:rsidRPr="00376F65">
        <w:rPr>
          <w:rFonts w:ascii="Arial Narrow" w:hAnsi="Arial Narrow" w:cs="Arial Narrow"/>
          <w:sz w:val="22"/>
          <w:szCs w:val="22"/>
        </w:rPr>
        <w:t xml:space="preserve"> fueron tenidos en cuenta por el proponente al formular su propuesta y, que </w:t>
      </w:r>
      <w:r w:rsidR="00F7088A" w:rsidRPr="00376F65">
        <w:rPr>
          <w:rFonts w:ascii="Arial Narrow" w:hAnsi="Arial Narrow" w:cs="Arial Narrow"/>
          <w:sz w:val="22"/>
          <w:szCs w:val="22"/>
        </w:rPr>
        <w:t>la no inclusión de algún aspecto de los que señalan los términos de referencia,</w:t>
      </w:r>
      <w:r w:rsidRPr="00376F65">
        <w:rPr>
          <w:rFonts w:ascii="Arial Narrow" w:hAnsi="Arial Narrow" w:cs="Arial Narrow"/>
          <w:sz w:val="22"/>
          <w:szCs w:val="22"/>
        </w:rPr>
        <w:t xml:space="preserve"> no podrá ser alegada como causal que justifique incremento de precios o incumplimiento del contrato.</w:t>
      </w:r>
    </w:p>
    <w:p w:rsidR="00556707" w:rsidRPr="00376F65" w:rsidRDefault="00556707" w:rsidP="00B34D4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Atentamente,</w:t>
      </w: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(Firma)</w:t>
      </w: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_________________________________________________</w:t>
      </w: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Nombre del oferente: [indicar nombre completo del proponente]</w:t>
      </w:r>
    </w:p>
    <w:p w:rsidR="00B34D45" w:rsidRPr="00376F65" w:rsidRDefault="00B34D45" w:rsidP="00B34D45">
      <w:pPr>
        <w:jc w:val="both"/>
        <w:rPr>
          <w:rFonts w:ascii="Arial Narrow" w:hAnsi="Arial Narrow" w:cs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Dirección: [indicar dirección y ciudad]</w:t>
      </w:r>
    </w:p>
    <w:p w:rsidR="00B34D45" w:rsidRPr="00376F65" w:rsidRDefault="00B34D45" w:rsidP="001243D3">
      <w:pPr>
        <w:rPr>
          <w:rFonts w:ascii="Arial Narrow" w:hAnsi="Arial Narrow"/>
          <w:sz w:val="22"/>
          <w:szCs w:val="22"/>
        </w:rPr>
      </w:pPr>
      <w:r w:rsidRPr="00376F65">
        <w:rPr>
          <w:rFonts w:ascii="Arial Narrow" w:hAnsi="Arial Narrow" w:cs="Arial Narrow"/>
          <w:sz w:val="22"/>
          <w:szCs w:val="22"/>
        </w:rPr>
        <w:t>Teléfono: [indicar número e indicativo de larga distancia]</w:t>
      </w:r>
    </w:p>
    <w:sectPr w:rsidR="00B34D45" w:rsidRPr="00376F65" w:rsidSect="00226659">
      <w:headerReference w:type="default" r:id="rId8"/>
      <w:pgSz w:w="12240" w:h="15840"/>
      <w:pgMar w:top="709" w:right="1183" w:bottom="1418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4E2" w:rsidRDefault="006024E2" w:rsidP="00700137">
      <w:r>
        <w:separator/>
      </w:r>
    </w:p>
  </w:endnote>
  <w:endnote w:type="continuationSeparator" w:id="0">
    <w:p w:rsidR="006024E2" w:rsidRDefault="006024E2" w:rsidP="0070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4E2" w:rsidRDefault="006024E2" w:rsidP="00700137">
      <w:r>
        <w:separator/>
      </w:r>
    </w:p>
  </w:footnote>
  <w:footnote w:type="continuationSeparator" w:id="0">
    <w:p w:rsidR="006024E2" w:rsidRDefault="006024E2" w:rsidP="00700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137" w:rsidRDefault="00700137" w:rsidP="00605237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311CD"/>
    <w:multiLevelType w:val="hybridMultilevel"/>
    <w:tmpl w:val="145092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A2377"/>
    <w:multiLevelType w:val="multilevel"/>
    <w:tmpl w:val="BDF4C12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9323DA8"/>
    <w:multiLevelType w:val="hybridMultilevel"/>
    <w:tmpl w:val="2774151C"/>
    <w:lvl w:ilvl="0" w:tplc="31EEDCFE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52990"/>
    <w:multiLevelType w:val="hybridMultilevel"/>
    <w:tmpl w:val="7F38FC9A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B4327"/>
    <w:multiLevelType w:val="hybridMultilevel"/>
    <w:tmpl w:val="C64E50E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A785C"/>
    <w:multiLevelType w:val="hybridMultilevel"/>
    <w:tmpl w:val="5320703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F5DFE"/>
    <w:multiLevelType w:val="hybridMultilevel"/>
    <w:tmpl w:val="685A9B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B02C4C"/>
    <w:multiLevelType w:val="multilevel"/>
    <w:tmpl w:val="44AAA2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8DD6715"/>
    <w:multiLevelType w:val="hybridMultilevel"/>
    <w:tmpl w:val="41C0EF52"/>
    <w:lvl w:ilvl="0" w:tplc="8C6EC5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ECECB560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18213F6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FF09E4"/>
    <w:multiLevelType w:val="hybridMultilevel"/>
    <w:tmpl w:val="A30EE3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8C1267"/>
    <w:multiLevelType w:val="hybridMultilevel"/>
    <w:tmpl w:val="452C3D4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23503"/>
    <w:multiLevelType w:val="hybridMultilevel"/>
    <w:tmpl w:val="38CC36B6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762460"/>
    <w:multiLevelType w:val="hybridMultilevel"/>
    <w:tmpl w:val="72B0467A"/>
    <w:lvl w:ilvl="0" w:tplc="C2D4F92A">
      <w:start w:val="1"/>
      <w:numFmt w:val="upperLetter"/>
      <w:lvlText w:val="%1."/>
      <w:lvlJc w:val="left"/>
      <w:pPr>
        <w:ind w:left="360" w:hanging="360"/>
      </w:pPr>
      <w:rPr>
        <w:rFonts w:cs="Calibri"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2"/>
  </w:num>
  <w:num w:numId="5">
    <w:abstractNumId w:val="7"/>
  </w:num>
  <w:num w:numId="6">
    <w:abstractNumId w:val="12"/>
  </w:num>
  <w:num w:numId="7">
    <w:abstractNumId w:val="0"/>
  </w:num>
  <w:num w:numId="8">
    <w:abstractNumId w:val="5"/>
  </w:num>
  <w:num w:numId="9">
    <w:abstractNumId w:val="9"/>
  </w:num>
  <w:num w:numId="10">
    <w:abstractNumId w:val="10"/>
  </w:num>
  <w:num w:numId="11">
    <w:abstractNumId w:val="3"/>
  </w:num>
  <w:num w:numId="12">
    <w:abstractNumId w:val="1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3F0"/>
    <w:rsid w:val="000020F2"/>
    <w:rsid w:val="00011425"/>
    <w:rsid w:val="0001733C"/>
    <w:rsid w:val="00017BEA"/>
    <w:rsid w:val="000208CB"/>
    <w:rsid w:val="000245CB"/>
    <w:rsid w:val="000311FD"/>
    <w:rsid w:val="000320F3"/>
    <w:rsid w:val="000369CF"/>
    <w:rsid w:val="00046E6D"/>
    <w:rsid w:val="0004792B"/>
    <w:rsid w:val="00056257"/>
    <w:rsid w:val="0005649C"/>
    <w:rsid w:val="0005699E"/>
    <w:rsid w:val="00061AA5"/>
    <w:rsid w:val="0006225E"/>
    <w:rsid w:val="0006572B"/>
    <w:rsid w:val="00065EA3"/>
    <w:rsid w:val="00067F9C"/>
    <w:rsid w:val="000728FF"/>
    <w:rsid w:val="00074874"/>
    <w:rsid w:val="00080C2D"/>
    <w:rsid w:val="00084DED"/>
    <w:rsid w:val="00085495"/>
    <w:rsid w:val="00086DC6"/>
    <w:rsid w:val="000911AC"/>
    <w:rsid w:val="000932F0"/>
    <w:rsid w:val="00094030"/>
    <w:rsid w:val="000A2E77"/>
    <w:rsid w:val="000A57D5"/>
    <w:rsid w:val="000B0581"/>
    <w:rsid w:val="000B1B8B"/>
    <w:rsid w:val="000B2E67"/>
    <w:rsid w:val="000B2ECE"/>
    <w:rsid w:val="000B3245"/>
    <w:rsid w:val="000B5E79"/>
    <w:rsid w:val="000C0548"/>
    <w:rsid w:val="000C0725"/>
    <w:rsid w:val="000D3FA5"/>
    <w:rsid w:val="000D4161"/>
    <w:rsid w:val="000D6CF7"/>
    <w:rsid w:val="000D7E7C"/>
    <w:rsid w:val="000E3F70"/>
    <w:rsid w:val="000E6A4C"/>
    <w:rsid w:val="000E7B71"/>
    <w:rsid w:val="000F2ACA"/>
    <w:rsid w:val="000F7400"/>
    <w:rsid w:val="001005C8"/>
    <w:rsid w:val="00105E4C"/>
    <w:rsid w:val="00113AA3"/>
    <w:rsid w:val="00114B3F"/>
    <w:rsid w:val="00116058"/>
    <w:rsid w:val="00116E5E"/>
    <w:rsid w:val="00117D80"/>
    <w:rsid w:val="001243D3"/>
    <w:rsid w:val="0013065C"/>
    <w:rsid w:val="00132298"/>
    <w:rsid w:val="001334BC"/>
    <w:rsid w:val="00135D6A"/>
    <w:rsid w:val="00142F63"/>
    <w:rsid w:val="001468CE"/>
    <w:rsid w:val="00155BFA"/>
    <w:rsid w:val="00160234"/>
    <w:rsid w:val="00162308"/>
    <w:rsid w:val="001643AA"/>
    <w:rsid w:val="00165660"/>
    <w:rsid w:val="00166D2E"/>
    <w:rsid w:val="00170FBE"/>
    <w:rsid w:val="00171ABD"/>
    <w:rsid w:val="001803F1"/>
    <w:rsid w:val="00180467"/>
    <w:rsid w:val="00183EAA"/>
    <w:rsid w:val="00184AAC"/>
    <w:rsid w:val="00193483"/>
    <w:rsid w:val="001940B5"/>
    <w:rsid w:val="00195E9C"/>
    <w:rsid w:val="00197074"/>
    <w:rsid w:val="001A34C9"/>
    <w:rsid w:val="001A373B"/>
    <w:rsid w:val="001A4140"/>
    <w:rsid w:val="001A79DC"/>
    <w:rsid w:val="001B05DC"/>
    <w:rsid w:val="001B5B43"/>
    <w:rsid w:val="001B68C0"/>
    <w:rsid w:val="001C5E3A"/>
    <w:rsid w:val="001C6DF8"/>
    <w:rsid w:val="001C7F74"/>
    <w:rsid w:val="001E6595"/>
    <w:rsid w:val="001E6843"/>
    <w:rsid w:val="00200087"/>
    <w:rsid w:val="00200274"/>
    <w:rsid w:val="00200443"/>
    <w:rsid w:val="00205376"/>
    <w:rsid w:val="00211940"/>
    <w:rsid w:val="00224200"/>
    <w:rsid w:val="002252CB"/>
    <w:rsid w:val="00225D80"/>
    <w:rsid w:val="00226659"/>
    <w:rsid w:val="00232582"/>
    <w:rsid w:val="0025012D"/>
    <w:rsid w:val="002624AA"/>
    <w:rsid w:val="00265D7D"/>
    <w:rsid w:val="00270703"/>
    <w:rsid w:val="00273C62"/>
    <w:rsid w:val="002750F7"/>
    <w:rsid w:val="002828B6"/>
    <w:rsid w:val="00285FC3"/>
    <w:rsid w:val="002931A2"/>
    <w:rsid w:val="002936DA"/>
    <w:rsid w:val="00293F49"/>
    <w:rsid w:val="002941C8"/>
    <w:rsid w:val="00294280"/>
    <w:rsid w:val="002975FA"/>
    <w:rsid w:val="002A1D84"/>
    <w:rsid w:val="002A27A4"/>
    <w:rsid w:val="002B08CD"/>
    <w:rsid w:val="002B48AA"/>
    <w:rsid w:val="002B5981"/>
    <w:rsid w:val="002B6B50"/>
    <w:rsid w:val="002B7490"/>
    <w:rsid w:val="002C0943"/>
    <w:rsid w:val="002C09EC"/>
    <w:rsid w:val="002C0E98"/>
    <w:rsid w:val="002C2143"/>
    <w:rsid w:val="002C73E5"/>
    <w:rsid w:val="002D10ED"/>
    <w:rsid w:val="002D1F16"/>
    <w:rsid w:val="002D3D0A"/>
    <w:rsid w:val="002D526E"/>
    <w:rsid w:val="002D5576"/>
    <w:rsid w:val="002D67E9"/>
    <w:rsid w:val="002D707C"/>
    <w:rsid w:val="002E2EAC"/>
    <w:rsid w:val="002E41AD"/>
    <w:rsid w:val="002E5395"/>
    <w:rsid w:val="002E5636"/>
    <w:rsid w:val="002E6BFD"/>
    <w:rsid w:val="002F0D2E"/>
    <w:rsid w:val="002F13EC"/>
    <w:rsid w:val="002F2E9A"/>
    <w:rsid w:val="002F4150"/>
    <w:rsid w:val="002F7E0E"/>
    <w:rsid w:val="003002A4"/>
    <w:rsid w:val="00301063"/>
    <w:rsid w:val="003033A7"/>
    <w:rsid w:val="00307150"/>
    <w:rsid w:val="003112D0"/>
    <w:rsid w:val="003133CF"/>
    <w:rsid w:val="00316563"/>
    <w:rsid w:val="00322445"/>
    <w:rsid w:val="00327333"/>
    <w:rsid w:val="00331105"/>
    <w:rsid w:val="00332230"/>
    <w:rsid w:val="003336CD"/>
    <w:rsid w:val="003379B5"/>
    <w:rsid w:val="0034411D"/>
    <w:rsid w:val="003441D1"/>
    <w:rsid w:val="00345467"/>
    <w:rsid w:val="00347851"/>
    <w:rsid w:val="00354D30"/>
    <w:rsid w:val="00367553"/>
    <w:rsid w:val="0036798A"/>
    <w:rsid w:val="003747B4"/>
    <w:rsid w:val="00376F65"/>
    <w:rsid w:val="0038263F"/>
    <w:rsid w:val="003875A0"/>
    <w:rsid w:val="00390AC2"/>
    <w:rsid w:val="0039381D"/>
    <w:rsid w:val="00397518"/>
    <w:rsid w:val="003A396E"/>
    <w:rsid w:val="003A4872"/>
    <w:rsid w:val="003A5750"/>
    <w:rsid w:val="003A5F59"/>
    <w:rsid w:val="003B0BCA"/>
    <w:rsid w:val="003B2255"/>
    <w:rsid w:val="003C01AE"/>
    <w:rsid w:val="003C4BA1"/>
    <w:rsid w:val="003C536C"/>
    <w:rsid w:val="003C760A"/>
    <w:rsid w:val="003D03E5"/>
    <w:rsid w:val="003D1C03"/>
    <w:rsid w:val="003D2623"/>
    <w:rsid w:val="003D3A20"/>
    <w:rsid w:val="003D4171"/>
    <w:rsid w:val="003D4DA6"/>
    <w:rsid w:val="003E440B"/>
    <w:rsid w:val="003E52E4"/>
    <w:rsid w:val="003F411C"/>
    <w:rsid w:val="003F58B5"/>
    <w:rsid w:val="00400372"/>
    <w:rsid w:val="004009A7"/>
    <w:rsid w:val="00402A45"/>
    <w:rsid w:val="004035E2"/>
    <w:rsid w:val="0040524B"/>
    <w:rsid w:val="0040580F"/>
    <w:rsid w:val="00407E65"/>
    <w:rsid w:val="00411732"/>
    <w:rsid w:val="00417B03"/>
    <w:rsid w:val="004274D5"/>
    <w:rsid w:val="00433B6A"/>
    <w:rsid w:val="004347B4"/>
    <w:rsid w:val="00435783"/>
    <w:rsid w:val="00444F43"/>
    <w:rsid w:val="00445816"/>
    <w:rsid w:val="00445CC5"/>
    <w:rsid w:val="00447016"/>
    <w:rsid w:val="00450496"/>
    <w:rsid w:val="004572D6"/>
    <w:rsid w:val="00457FF8"/>
    <w:rsid w:val="00460FCF"/>
    <w:rsid w:val="00461A50"/>
    <w:rsid w:val="00462C4C"/>
    <w:rsid w:val="00464ECE"/>
    <w:rsid w:val="004818C5"/>
    <w:rsid w:val="00491348"/>
    <w:rsid w:val="00491E33"/>
    <w:rsid w:val="004933F3"/>
    <w:rsid w:val="00494CBF"/>
    <w:rsid w:val="004958DD"/>
    <w:rsid w:val="0049666E"/>
    <w:rsid w:val="004A63F6"/>
    <w:rsid w:val="004B2F97"/>
    <w:rsid w:val="004C3CFA"/>
    <w:rsid w:val="004C77F3"/>
    <w:rsid w:val="004C7D70"/>
    <w:rsid w:val="004D3958"/>
    <w:rsid w:val="004D398E"/>
    <w:rsid w:val="004D67E1"/>
    <w:rsid w:val="004D6A76"/>
    <w:rsid w:val="004E1124"/>
    <w:rsid w:val="004E1AC7"/>
    <w:rsid w:val="004E6B63"/>
    <w:rsid w:val="004E6E37"/>
    <w:rsid w:val="004F0D84"/>
    <w:rsid w:val="004F27B7"/>
    <w:rsid w:val="00504F3B"/>
    <w:rsid w:val="00506A49"/>
    <w:rsid w:val="00512618"/>
    <w:rsid w:val="005149FD"/>
    <w:rsid w:val="00514F9C"/>
    <w:rsid w:val="00521A56"/>
    <w:rsid w:val="00522EC8"/>
    <w:rsid w:val="00524335"/>
    <w:rsid w:val="005251C4"/>
    <w:rsid w:val="005269FD"/>
    <w:rsid w:val="0052750D"/>
    <w:rsid w:val="00531EE5"/>
    <w:rsid w:val="00532839"/>
    <w:rsid w:val="00533F66"/>
    <w:rsid w:val="00536CE0"/>
    <w:rsid w:val="00540405"/>
    <w:rsid w:val="0055221A"/>
    <w:rsid w:val="00555D6E"/>
    <w:rsid w:val="00556707"/>
    <w:rsid w:val="005576E7"/>
    <w:rsid w:val="00563AB8"/>
    <w:rsid w:val="00573EC6"/>
    <w:rsid w:val="00574A3E"/>
    <w:rsid w:val="00590C1C"/>
    <w:rsid w:val="0059237F"/>
    <w:rsid w:val="005A6B51"/>
    <w:rsid w:val="005B4D20"/>
    <w:rsid w:val="005B5EE7"/>
    <w:rsid w:val="005C39F6"/>
    <w:rsid w:val="005C463F"/>
    <w:rsid w:val="005C6CF6"/>
    <w:rsid w:val="005C6D1A"/>
    <w:rsid w:val="005C6F90"/>
    <w:rsid w:val="005D0272"/>
    <w:rsid w:val="005D0418"/>
    <w:rsid w:val="005D4D91"/>
    <w:rsid w:val="005D6D64"/>
    <w:rsid w:val="005D7647"/>
    <w:rsid w:val="005E2012"/>
    <w:rsid w:val="005E3EBC"/>
    <w:rsid w:val="005E409C"/>
    <w:rsid w:val="005F2A1A"/>
    <w:rsid w:val="005F32FD"/>
    <w:rsid w:val="005F4177"/>
    <w:rsid w:val="005F5C7A"/>
    <w:rsid w:val="006024E2"/>
    <w:rsid w:val="00602C4B"/>
    <w:rsid w:val="00605209"/>
    <w:rsid w:val="00605237"/>
    <w:rsid w:val="006062E4"/>
    <w:rsid w:val="00606D8D"/>
    <w:rsid w:val="00606FF3"/>
    <w:rsid w:val="00611B21"/>
    <w:rsid w:val="00613FBB"/>
    <w:rsid w:val="0061494C"/>
    <w:rsid w:val="00621405"/>
    <w:rsid w:val="006244EB"/>
    <w:rsid w:val="0062749F"/>
    <w:rsid w:val="0063279A"/>
    <w:rsid w:val="006333A3"/>
    <w:rsid w:val="006365E8"/>
    <w:rsid w:val="0064049F"/>
    <w:rsid w:val="00645057"/>
    <w:rsid w:val="006478E5"/>
    <w:rsid w:val="00650FD3"/>
    <w:rsid w:val="0065303F"/>
    <w:rsid w:val="006575F8"/>
    <w:rsid w:val="006619ED"/>
    <w:rsid w:val="00663A7F"/>
    <w:rsid w:val="006668A8"/>
    <w:rsid w:val="00673D43"/>
    <w:rsid w:val="00674615"/>
    <w:rsid w:val="0068714C"/>
    <w:rsid w:val="00687517"/>
    <w:rsid w:val="00693617"/>
    <w:rsid w:val="00694B54"/>
    <w:rsid w:val="0069749F"/>
    <w:rsid w:val="006A4B80"/>
    <w:rsid w:val="006A52E8"/>
    <w:rsid w:val="006A5472"/>
    <w:rsid w:val="006A6403"/>
    <w:rsid w:val="006A7CFC"/>
    <w:rsid w:val="006B380C"/>
    <w:rsid w:val="006B6BB9"/>
    <w:rsid w:val="006C2C7C"/>
    <w:rsid w:val="006C4B46"/>
    <w:rsid w:val="006C53B1"/>
    <w:rsid w:val="006C5B3A"/>
    <w:rsid w:val="006D0336"/>
    <w:rsid w:val="006D0373"/>
    <w:rsid w:val="006D247C"/>
    <w:rsid w:val="006D4E53"/>
    <w:rsid w:val="006D4F1D"/>
    <w:rsid w:val="006D7895"/>
    <w:rsid w:val="006E1C8B"/>
    <w:rsid w:val="006E33D3"/>
    <w:rsid w:val="006E5E61"/>
    <w:rsid w:val="006F02F2"/>
    <w:rsid w:val="006F678A"/>
    <w:rsid w:val="006F73C9"/>
    <w:rsid w:val="00700137"/>
    <w:rsid w:val="00701996"/>
    <w:rsid w:val="00703D32"/>
    <w:rsid w:val="00705E9B"/>
    <w:rsid w:val="00706492"/>
    <w:rsid w:val="00714696"/>
    <w:rsid w:val="0072074F"/>
    <w:rsid w:val="00723CD7"/>
    <w:rsid w:val="007344AF"/>
    <w:rsid w:val="00741664"/>
    <w:rsid w:val="00743C92"/>
    <w:rsid w:val="00744FEB"/>
    <w:rsid w:val="0074511C"/>
    <w:rsid w:val="00745D32"/>
    <w:rsid w:val="00752A41"/>
    <w:rsid w:val="00757D80"/>
    <w:rsid w:val="007600DA"/>
    <w:rsid w:val="007632DC"/>
    <w:rsid w:val="00773F88"/>
    <w:rsid w:val="007766E8"/>
    <w:rsid w:val="00781C40"/>
    <w:rsid w:val="007827A7"/>
    <w:rsid w:val="007830EC"/>
    <w:rsid w:val="007850BB"/>
    <w:rsid w:val="0078553D"/>
    <w:rsid w:val="00785848"/>
    <w:rsid w:val="00786852"/>
    <w:rsid w:val="00790DFD"/>
    <w:rsid w:val="007936EA"/>
    <w:rsid w:val="007A0AD4"/>
    <w:rsid w:val="007A435D"/>
    <w:rsid w:val="007A77A7"/>
    <w:rsid w:val="007B39A0"/>
    <w:rsid w:val="007B7C04"/>
    <w:rsid w:val="007C58F2"/>
    <w:rsid w:val="007C6069"/>
    <w:rsid w:val="007C7051"/>
    <w:rsid w:val="007C7A74"/>
    <w:rsid w:val="007D6490"/>
    <w:rsid w:val="007E2868"/>
    <w:rsid w:val="007E5142"/>
    <w:rsid w:val="007E747C"/>
    <w:rsid w:val="007F0A89"/>
    <w:rsid w:val="007F3062"/>
    <w:rsid w:val="0080284A"/>
    <w:rsid w:val="008049E0"/>
    <w:rsid w:val="00806723"/>
    <w:rsid w:val="00810585"/>
    <w:rsid w:val="008124C5"/>
    <w:rsid w:val="0081452F"/>
    <w:rsid w:val="00827BEA"/>
    <w:rsid w:val="008314C1"/>
    <w:rsid w:val="00831F72"/>
    <w:rsid w:val="00834B87"/>
    <w:rsid w:val="00843F0D"/>
    <w:rsid w:val="00846029"/>
    <w:rsid w:val="0084650E"/>
    <w:rsid w:val="00850F6B"/>
    <w:rsid w:val="00851B08"/>
    <w:rsid w:val="00853948"/>
    <w:rsid w:val="008539C1"/>
    <w:rsid w:val="008547D2"/>
    <w:rsid w:val="00857DD3"/>
    <w:rsid w:val="00865FB0"/>
    <w:rsid w:val="0086610F"/>
    <w:rsid w:val="00866BE2"/>
    <w:rsid w:val="00872CB7"/>
    <w:rsid w:val="008739C7"/>
    <w:rsid w:val="00880684"/>
    <w:rsid w:val="00883D2B"/>
    <w:rsid w:val="00885E84"/>
    <w:rsid w:val="00885F3E"/>
    <w:rsid w:val="00886AC3"/>
    <w:rsid w:val="008902FA"/>
    <w:rsid w:val="00894728"/>
    <w:rsid w:val="008A0829"/>
    <w:rsid w:val="008A0CE7"/>
    <w:rsid w:val="008A4ADA"/>
    <w:rsid w:val="008A5785"/>
    <w:rsid w:val="008B01EC"/>
    <w:rsid w:val="008B3B65"/>
    <w:rsid w:val="008B6CF3"/>
    <w:rsid w:val="008B7AA7"/>
    <w:rsid w:val="008C605D"/>
    <w:rsid w:val="008D3D66"/>
    <w:rsid w:val="008D616B"/>
    <w:rsid w:val="008E2E9E"/>
    <w:rsid w:val="008E3245"/>
    <w:rsid w:val="008E56C7"/>
    <w:rsid w:val="008E719A"/>
    <w:rsid w:val="008E7348"/>
    <w:rsid w:val="008E7BEF"/>
    <w:rsid w:val="008F41C9"/>
    <w:rsid w:val="008F54A1"/>
    <w:rsid w:val="00906AF6"/>
    <w:rsid w:val="0091046B"/>
    <w:rsid w:val="00911659"/>
    <w:rsid w:val="00913239"/>
    <w:rsid w:val="00914130"/>
    <w:rsid w:val="009143F5"/>
    <w:rsid w:val="00927214"/>
    <w:rsid w:val="00931171"/>
    <w:rsid w:val="00931C21"/>
    <w:rsid w:val="00940A6A"/>
    <w:rsid w:val="00946134"/>
    <w:rsid w:val="009514AF"/>
    <w:rsid w:val="0095597A"/>
    <w:rsid w:val="00960E65"/>
    <w:rsid w:val="00962667"/>
    <w:rsid w:val="0097450E"/>
    <w:rsid w:val="0097693E"/>
    <w:rsid w:val="00980B7A"/>
    <w:rsid w:val="00981932"/>
    <w:rsid w:val="0098395F"/>
    <w:rsid w:val="00987965"/>
    <w:rsid w:val="00987D47"/>
    <w:rsid w:val="009A1E34"/>
    <w:rsid w:val="009A23CC"/>
    <w:rsid w:val="009A6B2E"/>
    <w:rsid w:val="009A6FC3"/>
    <w:rsid w:val="009B0800"/>
    <w:rsid w:val="009B5541"/>
    <w:rsid w:val="009C697D"/>
    <w:rsid w:val="009D442A"/>
    <w:rsid w:val="009D55EA"/>
    <w:rsid w:val="009D669A"/>
    <w:rsid w:val="009E0594"/>
    <w:rsid w:val="009E2911"/>
    <w:rsid w:val="009E2952"/>
    <w:rsid w:val="009E2D95"/>
    <w:rsid w:val="009E3614"/>
    <w:rsid w:val="009E7869"/>
    <w:rsid w:val="009F1EED"/>
    <w:rsid w:val="009F64CF"/>
    <w:rsid w:val="009F72FC"/>
    <w:rsid w:val="00A00711"/>
    <w:rsid w:val="00A01314"/>
    <w:rsid w:val="00A054DF"/>
    <w:rsid w:val="00A067AB"/>
    <w:rsid w:val="00A14E4E"/>
    <w:rsid w:val="00A20896"/>
    <w:rsid w:val="00A22024"/>
    <w:rsid w:val="00A23079"/>
    <w:rsid w:val="00A244D3"/>
    <w:rsid w:val="00A24862"/>
    <w:rsid w:val="00A343E1"/>
    <w:rsid w:val="00A36889"/>
    <w:rsid w:val="00A36A07"/>
    <w:rsid w:val="00A43184"/>
    <w:rsid w:val="00A45206"/>
    <w:rsid w:val="00A479BC"/>
    <w:rsid w:val="00A63A20"/>
    <w:rsid w:val="00A65F60"/>
    <w:rsid w:val="00A6666A"/>
    <w:rsid w:val="00A67327"/>
    <w:rsid w:val="00A8118C"/>
    <w:rsid w:val="00A8650D"/>
    <w:rsid w:val="00A91FAD"/>
    <w:rsid w:val="00A95A19"/>
    <w:rsid w:val="00AA2802"/>
    <w:rsid w:val="00AA3A33"/>
    <w:rsid w:val="00AA66A0"/>
    <w:rsid w:val="00AA728B"/>
    <w:rsid w:val="00AB197C"/>
    <w:rsid w:val="00AB204F"/>
    <w:rsid w:val="00AC1C9F"/>
    <w:rsid w:val="00AC3B45"/>
    <w:rsid w:val="00AD263C"/>
    <w:rsid w:val="00AD568A"/>
    <w:rsid w:val="00AD570E"/>
    <w:rsid w:val="00AE03F0"/>
    <w:rsid w:val="00AE36A8"/>
    <w:rsid w:val="00AE6513"/>
    <w:rsid w:val="00AE66C7"/>
    <w:rsid w:val="00AF12B8"/>
    <w:rsid w:val="00AF4DD7"/>
    <w:rsid w:val="00B036AA"/>
    <w:rsid w:val="00B12E32"/>
    <w:rsid w:val="00B15456"/>
    <w:rsid w:val="00B15774"/>
    <w:rsid w:val="00B15975"/>
    <w:rsid w:val="00B23499"/>
    <w:rsid w:val="00B252E4"/>
    <w:rsid w:val="00B34D45"/>
    <w:rsid w:val="00B35EA6"/>
    <w:rsid w:val="00B373B1"/>
    <w:rsid w:val="00B454D3"/>
    <w:rsid w:val="00B52C1E"/>
    <w:rsid w:val="00B5521F"/>
    <w:rsid w:val="00B62BC7"/>
    <w:rsid w:val="00B645E8"/>
    <w:rsid w:val="00B701AD"/>
    <w:rsid w:val="00B75933"/>
    <w:rsid w:val="00B81F67"/>
    <w:rsid w:val="00B86228"/>
    <w:rsid w:val="00BB2261"/>
    <w:rsid w:val="00BB3975"/>
    <w:rsid w:val="00BB4AAE"/>
    <w:rsid w:val="00BB4E8F"/>
    <w:rsid w:val="00BB519C"/>
    <w:rsid w:val="00BB5B1B"/>
    <w:rsid w:val="00BC3A55"/>
    <w:rsid w:val="00BC3E2A"/>
    <w:rsid w:val="00BC529A"/>
    <w:rsid w:val="00BD1A97"/>
    <w:rsid w:val="00BD2BCE"/>
    <w:rsid w:val="00BD3C9F"/>
    <w:rsid w:val="00BD7859"/>
    <w:rsid w:val="00BD7E57"/>
    <w:rsid w:val="00BE6D34"/>
    <w:rsid w:val="00BF4D3B"/>
    <w:rsid w:val="00BF50B6"/>
    <w:rsid w:val="00BF7838"/>
    <w:rsid w:val="00C01C9F"/>
    <w:rsid w:val="00C050BE"/>
    <w:rsid w:val="00C06E26"/>
    <w:rsid w:val="00C26C10"/>
    <w:rsid w:val="00C303D7"/>
    <w:rsid w:val="00C3313B"/>
    <w:rsid w:val="00C3476C"/>
    <w:rsid w:val="00C3517F"/>
    <w:rsid w:val="00C47606"/>
    <w:rsid w:val="00C47BCE"/>
    <w:rsid w:val="00C51633"/>
    <w:rsid w:val="00C52CF7"/>
    <w:rsid w:val="00C53ED5"/>
    <w:rsid w:val="00C57E6E"/>
    <w:rsid w:val="00C60737"/>
    <w:rsid w:val="00C63F78"/>
    <w:rsid w:val="00C6627C"/>
    <w:rsid w:val="00C772BB"/>
    <w:rsid w:val="00C82FCC"/>
    <w:rsid w:val="00C91461"/>
    <w:rsid w:val="00C9562B"/>
    <w:rsid w:val="00C962DB"/>
    <w:rsid w:val="00CA0763"/>
    <w:rsid w:val="00CA59DD"/>
    <w:rsid w:val="00CA718E"/>
    <w:rsid w:val="00CA7ED6"/>
    <w:rsid w:val="00CB5967"/>
    <w:rsid w:val="00CC0E4D"/>
    <w:rsid w:val="00CC20E2"/>
    <w:rsid w:val="00CC6079"/>
    <w:rsid w:val="00CD3571"/>
    <w:rsid w:val="00CE574B"/>
    <w:rsid w:val="00CE7A90"/>
    <w:rsid w:val="00CF0088"/>
    <w:rsid w:val="00CF748A"/>
    <w:rsid w:val="00D14C58"/>
    <w:rsid w:val="00D16E8D"/>
    <w:rsid w:val="00D20FD3"/>
    <w:rsid w:val="00D2272A"/>
    <w:rsid w:val="00D23CC5"/>
    <w:rsid w:val="00D33566"/>
    <w:rsid w:val="00D3514A"/>
    <w:rsid w:val="00D41F4A"/>
    <w:rsid w:val="00D422BE"/>
    <w:rsid w:val="00D513F0"/>
    <w:rsid w:val="00D56CB0"/>
    <w:rsid w:val="00D64E0F"/>
    <w:rsid w:val="00D65F41"/>
    <w:rsid w:val="00D71BF9"/>
    <w:rsid w:val="00D760EC"/>
    <w:rsid w:val="00D91D7B"/>
    <w:rsid w:val="00D974AF"/>
    <w:rsid w:val="00DA382F"/>
    <w:rsid w:val="00DB69DC"/>
    <w:rsid w:val="00DB725B"/>
    <w:rsid w:val="00DC1339"/>
    <w:rsid w:val="00DC13F4"/>
    <w:rsid w:val="00DC1C58"/>
    <w:rsid w:val="00DC1D1B"/>
    <w:rsid w:val="00DC31A7"/>
    <w:rsid w:val="00DD04E9"/>
    <w:rsid w:val="00DD3AC9"/>
    <w:rsid w:val="00DD3FA6"/>
    <w:rsid w:val="00DE05FA"/>
    <w:rsid w:val="00DE7AD3"/>
    <w:rsid w:val="00DF29C0"/>
    <w:rsid w:val="00DF6782"/>
    <w:rsid w:val="00DF69DD"/>
    <w:rsid w:val="00E022EE"/>
    <w:rsid w:val="00E03523"/>
    <w:rsid w:val="00E10880"/>
    <w:rsid w:val="00E12EB2"/>
    <w:rsid w:val="00E13318"/>
    <w:rsid w:val="00E13D0B"/>
    <w:rsid w:val="00E22024"/>
    <w:rsid w:val="00E24B78"/>
    <w:rsid w:val="00E2508F"/>
    <w:rsid w:val="00E33ECC"/>
    <w:rsid w:val="00E35EF3"/>
    <w:rsid w:val="00E4417F"/>
    <w:rsid w:val="00E45AA0"/>
    <w:rsid w:val="00E50688"/>
    <w:rsid w:val="00E62650"/>
    <w:rsid w:val="00E82954"/>
    <w:rsid w:val="00E910DF"/>
    <w:rsid w:val="00E92224"/>
    <w:rsid w:val="00E93ECA"/>
    <w:rsid w:val="00E965BB"/>
    <w:rsid w:val="00EA079F"/>
    <w:rsid w:val="00EA1A22"/>
    <w:rsid w:val="00EA1CB7"/>
    <w:rsid w:val="00EA214D"/>
    <w:rsid w:val="00EA4251"/>
    <w:rsid w:val="00EB779F"/>
    <w:rsid w:val="00EC7A95"/>
    <w:rsid w:val="00EC7F70"/>
    <w:rsid w:val="00ED6BB4"/>
    <w:rsid w:val="00EE4802"/>
    <w:rsid w:val="00EE64EC"/>
    <w:rsid w:val="00EF0DCC"/>
    <w:rsid w:val="00EF1478"/>
    <w:rsid w:val="00EF167F"/>
    <w:rsid w:val="00EF2F92"/>
    <w:rsid w:val="00EF6D23"/>
    <w:rsid w:val="00F0073D"/>
    <w:rsid w:val="00F00918"/>
    <w:rsid w:val="00F04290"/>
    <w:rsid w:val="00F06C4B"/>
    <w:rsid w:val="00F07FA7"/>
    <w:rsid w:val="00F15DE4"/>
    <w:rsid w:val="00F161E1"/>
    <w:rsid w:val="00F24C95"/>
    <w:rsid w:val="00F2552F"/>
    <w:rsid w:val="00F25B18"/>
    <w:rsid w:val="00F26756"/>
    <w:rsid w:val="00F2693E"/>
    <w:rsid w:val="00F26A49"/>
    <w:rsid w:val="00F3365E"/>
    <w:rsid w:val="00F415C7"/>
    <w:rsid w:val="00F417ED"/>
    <w:rsid w:val="00F42131"/>
    <w:rsid w:val="00F42198"/>
    <w:rsid w:val="00F44C52"/>
    <w:rsid w:val="00F47759"/>
    <w:rsid w:val="00F52F0F"/>
    <w:rsid w:val="00F56871"/>
    <w:rsid w:val="00F573AF"/>
    <w:rsid w:val="00F60451"/>
    <w:rsid w:val="00F64549"/>
    <w:rsid w:val="00F7088A"/>
    <w:rsid w:val="00F710E2"/>
    <w:rsid w:val="00F72929"/>
    <w:rsid w:val="00F72BA9"/>
    <w:rsid w:val="00F752F9"/>
    <w:rsid w:val="00F75CE3"/>
    <w:rsid w:val="00F766C5"/>
    <w:rsid w:val="00F772D3"/>
    <w:rsid w:val="00F77BFE"/>
    <w:rsid w:val="00F8166D"/>
    <w:rsid w:val="00F81783"/>
    <w:rsid w:val="00F81EFE"/>
    <w:rsid w:val="00F85525"/>
    <w:rsid w:val="00F9097B"/>
    <w:rsid w:val="00F96C79"/>
    <w:rsid w:val="00F97E0F"/>
    <w:rsid w:val="00FA0716"/>
    <w:rsid w:val="00FA7272"/>
    <w:rsid w:val="00FA7B6D"/>
    <w:rsid w:val="00FB30E4"/>
    <w:rsid w:val="00FB33EB"/>
    <w:rsid w:val="00FB5737"/>
    <w:rsid w:val="00FB6BA1"/>
    <w:rsid w:val="00FC099F"/>
    <w:rsid w:val="00FC6BDB"/>
    <w:rsid w:val="00FD5D24"/>
    <w:rsid w:val="00FD76CB"/>
    <w:rsid w:val="00FE1C9E"/>
    <w:rsid w:val="00FE3181"/>
    <w:rsid w:val="00FE546C"/>
    <w:rsid w:val="00FE6F29"/>
    <w:rsid w:val="00FF26AE"/>
    <w:rsid w:val="00FF40F7"/>
    <w:rsid w:val="00FF6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372EB378"/>
  <w15:docId w15:val="{F08883C4-E57B-4CE5-A8F5-01AEB23E3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6C7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243D3"/>
    <w:pPr>
      <w:keepNext/>
      <w:keepLines/>
      <w:spacing w:before="40"/>
      <w:outlineLvl w:val="1"/>
    </w:pPr>
    <w:rPr>
      <w:rFonts w:ascii="Calibri Light" w:eastAsia="MS Gothic" w:hAnsi="Calibri Light"/>
      <w:color w:val="2E74B5"/>
      <w:sz w:val="26"/>
      <w:szCs w:val="26"/>
    </w:rPr>
  </w:style>
  <w:style w:type="paragraph" w:styleId="Ttulo6">
    <w:name w:val="heading 6"/>
    <w:basedOn w:val="Normal"/>
    <w:link w:val="Ttulo6Car"/>
    <w:uiPriority w:val="9"/>
    <w:qFormat/>
    <w:rsid w:val="004958DD"/>
    <w:pPr>
      <w:spacing w:before="100" w:beforeAutospacing="1" w:after="100" w:afterAutospacing="1"/>
      <w:outlineLvl w:val="5"/>
    </w:pPr>
    <w:rPr>
      <w:b/>
      <w:bCs/>
      <w:sz w:val="15"/>
      <w:szCs w:val="15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ist Paragraph1,TIT 2 IND,Capítulo,Bolita,Párrafo de lista3,BOLA,Párrafo de lista21,Guión,Párrafo de lista2"/>
    <w:basedOn w:val="Normal"/>
    <w:link w:val="PrrafodelistaCar"/>
    <w:uiPriority w:val="34"/>
    <w:qFormat/>
    <w:rsid w:val="008E56C7"/>
    <w:pPr>
      <w:ind w:left="720"/>
      <w:contextualSpacing/>
    </w:pPr>
  </w:style>
  <w:style w:type="character" w:styleId="Hipervnculo">
    <w:name w:val="Hyperlink"/>
    <w:unhideWhenUsed/>
    <w:rsid w:val="0006225E"/>
    <w:rPr>
      <w:color w:val="0000FF"/>
      <w:u w:val="single"/>
    </w:rPr>
  </w:style>
  <w:style w:type="paragraph" w:styleId="Encabezado">
    <w:name w:val="header"/>
    <w:basedOn w:val="Normal"/>
    <w:link w:val="EncabezadoCar"/>
    <w:unhideWhenUsed/>
    <w:rsid w:val="0070013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70013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0013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70013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013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00137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1C5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27333"/>
    <w:pPr>
      <w:spacing w:before="100" w:beforeAutospacing="1" w:after="100" w:afterAutospacing="1"/>
    </w:pPr>
    <w:rPr>
      <w:lang w:val="es-CO" w:eastAsia="es-CO"/>
    </w:rPr>
  </w:style>
  <w:style w:type="character" w:styleId="Textoennegrita">
    <w:name w:val="Strong"/>
    <w:uiPriority w:val="22"/>
    <w:qFormat/>
    <w:rsid w:val="00327333"/>
    <w:rPr>
      <w:b/>
      <w:bCs/>
    </w:rPr>
  </w:style>
  <w:style w:type="paragraph" w:customStyle="1" w:styleId="Default">
    <w:name w:val="Default"/>
    <w:basedOn w:val="Normal"/>
    <w:rsid w:val="00CA0763"/>
    <w:pPr>
      <w:autoSpaceDE w:val="0"/>
      <w:autoSpaceDN w:val="0"/>
    </w:pPr>
    <w:rPr>
      <w:rFonts w:ascii="Arial" w:eastAsia="Calibri" w:hAnsi="Arial" w:cs="Arial"/>
      <w:color w:val="000000"/>
      <w:lang w:val="es-CO"/>
    </w:rPr>
  </w:style>
  <w:style w:type="character" w:styleId="Refdecomentario">
    <w:name w:val="annotation reference"/>
    <w:uiPriority w:val="99"/>
    <w:semiHidden/>
    <w:unhideWhenUsed/>
    <w:rsid w:val="009E2D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E2D95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9E2D95"/>
    <w:rPr>
      <w:rFonts w:ascii="Times New Roman" w:eastAsia="Times New Roman" w:hAnsi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2D95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9E2D95"/>
    <w:rPr>
      <w:rFonts w:ascii="Times New Roman" w:eastAsia="Times New Roman" w:hAnsi="Times New Roman"/>
      <w:b/>
      <w:bCs/>
      <w:lang w:val="es-ES" w:eastAsia="es-ES"/>
    </w:rPr>
  </w:style>
  <w:style w:type="character" w:customStyle="1" w:styleId="Ttulo6Car">
    <w:name w:val="Título 6 Car"/>
    <w:link w:val="Ttulo6"/>
    <w:uiPriority w:val="9"/>
    <w:rsid w:val="004958DD"/>
    <w:rPr>
      <w:rFonts w:ascii="Times New Roman" w:eastAsia="Times New Roman" w:hAnsi="Times New Roman"/>
      <w:b/>
      <w:bCs/>
      <w:sz w:val="15"/>
      <w:szCs w:val="15"/>
    </w:rPr>
  </w:style>
  <w:style w:type="paragraph" w:customStyle="1" w:styleId="Prrafodelista1">
    <w:name w:val="Párrafo de lista1"/>
    <w:basedOn w:val="Normal"/>
    <w:uiPriority w:val="99"/>
    <w:qFormat/>
    <w:rsid w:val="00E33ECC"/>
    <w:pPr>
      <w:ind w:left="708"/>
    </w:pPr>
    <w:rPr>
      <w:sz w:val="20"/>
      <w:szCs w:val="20"/>
    </w:rPr>
  </w:style>
  <w:style w:type="character" w:customStyle="1" w:styleId="Ttulo2Car">
    <w:name w:val="Título 2 Car"/>
    <w:link w:val="Ttulo2"/>
    <w:uiPriority w:val="9"/>
    <w:semiHidden/>
    <w:rsid w:val="001243D3"/>
    <w:rPr>
      <w:rFonts w:ascii="Calibri Light" w:eastAsia="MS Gothic" w:hAnsi="Calibri Light" w:cs="Times New Roman"/>
      <w:color w:val="2E74B5"/>
      <w:sz w:val="26"/>
      <w:szCs w:val="26"/>
      <w:lang w:val="es-ES" w:eastAsia="es-ES"/>
    </w:rPr>
  </w:style>
  <w:style w:type="paragraph" w:styleId="Textoindependiente">
    <w:name w:val="Body Text"/>
    <w:aliases w:val="body text,bt,Bodytext,body tesx,contents,Subsection Body Text,Texto independiente Car Car,Texto independiente Car Car Car Car Car Car,Texto independiente Car Car Car Car,Texto independiente Car Car Car Car Car,Inicio"/>
    <w:basedOn w:val="Normal"/>
    <w:link w:val="TextoindependienteCar"/>
    <w:uiPriority w:val="99"/>
    <w:rsid w:val="001243D3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aliases w:val="body text Car,bt Car,Bodytext Car,body tesx Car,contents Car,Subsection Body Text Car,Texto independiente Car Car Car,Texto independiente Car Car Car Car Car Car Car,Texto independiente Car Car Car Car Car1,Inicio Car"/>
    <w:link w:val="Textoindependiente"/>
    <w:uiPriority w:val="99"/>
    <w:rsid w:val="001243D3"/>
    <w:rPr>
      <w:rFonts w:ascii="Arial" w:eastAsia="Times New Roman" w:hAnsi="Arial"/>
      <w:sz w:val="24"/>
      <w:lang w:val="es-ES" w:eastAsia="es-ES"/>
    </w:rPr>
  </w:style>
  <w:style w:type="paragraph" w:customStyle="1" w:styleId="MARITZA3">
    <w:name w:val="MARITZA3"/>
    <w:rsid w:val="001243D3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eastAsia="Times New Roman" w:hAnsi="Courier New"/>
      <w:spacing w:val="-2"/>
      <w:sz w:val="24"/>
      <w:lang w:val="en-US" w:eastAsia="es-ES"/>
    </w:rPr>
  </w:style>
  <w:style w:type="character" w:customStyle="1" w:styleId="PrrafodelistaCar">
    <w:name w:val="Párrafo de lista Car"/>
    <w:aliases w:val="List Paragraph1 Car,TIT 2 IND Car,Capítulo Car,Bolita Car,Párrafo de lista3 Car,BOLA Car,Párrafo de lista21 Car,Guión Car,Párrafo de lista2 Car"/>
    <w:link w:val="Prrafodelista"/>
    <w:uiPriority w:val="34"/>
    <w:rsid w:val="00C6627C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046E6D"/>
    <w:rPr>
      <w:rFonts w:ascii="Times New Roman" w:eastAsia="Times New Roman" w:hAnsi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00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0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5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1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2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3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73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8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6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77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82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5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1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94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9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16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7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3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18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1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43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1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3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3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94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33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7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6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8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5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9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4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57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27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2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55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8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9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5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59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7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7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8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489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7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4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8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03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94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4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7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24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46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13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8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0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53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49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59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5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0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2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8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8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2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6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8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0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1E1E1"/>
                        <w:bottom w:val="none" w:sz="0" w:space="0" w:color="auto"/>
                        <w:right w:val="single" w:sz="6" w:space="0" w:color="E1E1E1"/>
                      </w:divBdr>
                      <w:divsChild>
                        <w:div w:id="10636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72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88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213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E1E1E1"/>
                                        <w:bottom w:val="single" w:sz="6" w:space="0" w:color="E1E1E1"/>
                                        <w:right w:val="single" w:sz="6" w:space="0" w:color="E1E1E1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66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2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0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1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88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39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3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2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82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8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8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NUD%2084851\CONTRATOS\ORDENES%20DE%20COMPRA\EQUIPOS%20DE%20COMPUTO\2014\TERMINOS%20DE%20REFERENCIA%20COMPUTADORES%2029012014.doc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6E634-26DE-41E2-A1C3-A45D5DB53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TERMINOS DE REFERENCIA COMPUTADORES 29012014.doc</Template>
  <TotalTime>1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4702</CharactersWithSpaces>
  <SharedDoc>false</SharedDoc>
  <HLinks>
    <vt:vector size="12" baseType="variant">
      <vt:variant>
        <vt:i4>5046315</vt:i4>
      </vt:variant>
      <vt:variant>
        <vt:i4>3</vt:i4>
      </vt:variant>
      <vt:variant>
        <vt:i4>0</vt:i4>
      </vt:variant>
      <vt:variant>
        <vt:i4>5</vt:i4>
      </vt:variant>
      <vt:variant>
        <vt:lpwstr>mailto:joarodriguez@minambiente.gov.co</vt:lpwstr>
      </vt:variant>
      <vt:variant>
        <vt:lpwstr/>
      </vt:variant>
      <vt:variant>
        <vt:i4>7733295</vt:i4>
      </vt:variant>
      <vt:variant>
        <vt:i4>0</vt:i4>
      </vt:variant>
      <vt:variant>
        <vt:i4>0</vt:i4>
      </vt:variant>
      <vt:variant>
        <vt:i4>5</vt:i4>
      </vt:variant>
      <vt:variant>
        <vt:lpwstr>mailto:joarodriguez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lcastro</dc:creator>
  <cp:lastModifiedBy>Lissette Castro Santamaria</cp:lastModifiedBy>
  <cp:revision>3</cp:revision>
  <cp:lastPrinted>2019-09-19T16:25:00Z</cp:lastPrinted>
  <dcterms:created xsi:type="dcterms:W3CDTF">2019-09-19T16:25:00Z</dcterms:created>
  <dcterms:modified xsi:type="dcterms:W3CDTF">2019-09-19T16:26:00Z</dcterms:modified>
</cp:coreProperties>
</file>